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FBFEF" w14:textId="77777777" w:rsidR="00451272" w:rsidRDefault="00B15F81" w:rsidP="00B15F81">
      <w:pPr>
        <w:pStyle w:val="Title"/>
      </w:pPr>
      <w:r>
        <w:t>This Is the Title</w:t>
      </w:r>
    </w:p>
    <w:p w14:paraId="15CB4562" w14:textId="77777777" w:rsidR="00C914DB" w:rsidRDefault="00B15F81" w:rsidP="00B15F81">
      <w:pPr>
        <w:pStyle w:val="Author"/>
      </w:pPr>
      <w:r>
        <w:t>Mary Ann Evans</w:t>
      </w:r>
    </w:p>
    <w:p w14:paraId="479F2694" w14:textId="323176ED" w:rsidR="00B15F81" w:rsidRDefault="00B15F81" w:rsidP="00B15F81">
      <w:pPr>
        <w:pStyle w:val="Author"/>
      </w:pPr>
      <w:bookmarkStart w:id="0" w:name="_GoBack"/>
      <w:bookmarkEnd w:id="0"/>
      <w:proofErr w:type="spellStart"/>
      <w:r>
        <w:t>Aurore</w:t>
      </w:r>
      <w:proofErr w:type="spellEnd"/>
      <w:r>
        <w:t xml:space="preserve"> </w:t>
      </w:r>
      <w:proofErr w:type="spellStart"/>
      <w:r>
        <w:t>Dupin</w:t>
      </w:r>
      <w:proofErr w:type="spellEnd"/>
    </w:p>
    <w:p w14:paraId="3F97E9D6" w14:textId="77777777" w:rsidR="00B15F81" w:rsidRDefault="00B15F81" w:rsidP="00B15F81"/>
    <w:p w14:paraId="41F28A10" w14:textId="77777777" w:rsidR="00B15F81" w:rsidRDefault="00B15F81" w:rsidP="00B15F81">
      <w:pPr>
        <w:pStyle w:val="Date"/>
      </w:pPr>
      <w:r>
        <w:t>July 28, 2014</w:t>
      </w:r>
    </w:p>
    <w:p w14:paraId="10A7610E" w14:textId="77777777" w:rsidR="00B15F81" w:rsidRDefault="00B15F81" w:rsidP="00B15F81"/>
    <w:p w14:paraId="00431661" w14:textId="77777777" w:rsidR="00B15F81" w:rsidRDefault="00B15F81" w:rsidP="00B15F81">
      <w:pPr>
        <w:pStyle w:val="Abstract"/>
      </w:pPr>
      <w:r>
        <w:t xml:space="preserve">This is a test of how this all works. I’ve skipped lines here, which </w:t>
      </w:r>
      <w:proofErr w:type="spellStart"/>
      <w:r>
        <w:t>pandoc</w:t>
      </w:r>
      <w:proofErr w:type="spellEnd"/>
      <w:r>
        <w:t xml:space="preserve"> doesn’t do, but which shouldn’t make a difference.</w:t>
      </w:r>
    </w:p>
    <w:p w14:paraId="28BE34DF" w14:textId="77777777" w:rsidR="00B15F81" w:rsidRDefault="00B15F81" w:rsidP="00B15F81"/>
    <w:p w14:paraId="23FF1A3E" w14:textId="77777777" w:rsidR="00B15F81" w:rsidRPr="00B15F81" w:rsidRDefault="00B15F81" w:rsidP="00B15F81">
      <w:r>
        <w:t>And now this is normal text.</w:t>
      </w:r>
    </w:p>
    <w:sectPr w:rsidR="00B15F81" w:rsidRPr="00B15F81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A221A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F81"/>
    <w:rsid w:val="002408A5"/>
    <w:rsid w:val="00241DD3"/>
    <w:rsid w:val="00372A97"/>
    <w:rsid w:val="00451272"/>
    <w:rsid w:val="005C2730"/>
    <w:rsid w:val="006E120C"/>
    <w:rsid w:val="00B15F81"/>
    <w:rsid w:val="00C914DB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7FD0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15F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5F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uthor">
    <w:name w:val="Author"/>
    <w:basedOn w:val="Normal"/>
    <w:qFormat/>
    <w:rsid w:val="00B15F81"/>
  </w:style>
  <w:style w:type="paragraph" w:styleId="Date">
    <w:name w:val="Date"/>
    <w:basedOn w:val="Normal"/>
    <w:next w:val="Normal"/>
    <w:link w:val="DateChar"/>
    <w:uiPriority w:val="99"/>
    <w:unhideWhenUsed/>
    <w:rsid w:val="00B15F81"/>
  </w:style>
  <w:style w:type="character" w:customStyle="1" w:styleId="DateChar">
    <w:name w:val="Date Char"/>
    <w:basedOn w:val="DefaultParagraphFont"/>
    <w:link w:val="Date"/>
    <w:uiPriority w:val="99"/>
    <w:rsid w:val="00B15F81"/>
  </w:style>
  <w:style w:type="table" w:styleId="DarkList">
    <w:name w:val="Dark List"/>
    <w:basedOn w:val="TableNormal"/>
    <w:uiPriority w:val="70"/>
    <w:rsid w:val="00B15F8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paragraph" w:customStyle="1" w:styleId="Abstract">
    <w:name w:val="Abstract"/>
    <w:basedOn w:val="Normal"/>
    <w:qFormat/>
    <w:rsid w:val="00B15F8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15F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5F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uthor">
    <w:name w:val="Author"/>
    <w:basedOn w:val="Normal"/>
    <w:qFormat/>
    <w:rsid w:val="00B15F81"/>
  </w:style>
  <w:style w:type="paragraph" w:styleId="Date">
    <w:name w:val="Date"/>
    <w:basedOn w:val="Normal"/>
    <w:next w:val="Normal"/>
    <w:link w:val="DateChar"/>
    <w:uiPriority w:val="99"/>
    <w:unhideWhenUsed/>
    <w:rsid w:val="00B15F81"/>
  </w:style>
  <w:style w:type="character" w:customStyle="1" w:styleId="DateChar">
    <w:name w:val="Date Char"/>
    <w:basedOn w:val="DefaultParagraphFont"/>
    <w:link w:val="Date"/>
    <w:uiPriority w:val="99"/>
    <w:rsid w:val="00B15F81"/>
  </w:style>
  <w:style w:type="table" w:styleId="DarkList">
    <w:name w:val="Dark List"/>
    <w:basedOn w:val="TableNormal"/>
    <w:uiPriority w:val="70"/>
    <w:rsid w:val="00B15F81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paragraph" w:customStyle="1" w:styleId="Abstract">
    <w:name w:val="Abstract"/>
    <w:basedOn w:val="Normal"/>
    <w:qFormat/>
    <w:rsid w:val="00B15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187</Characters>
  <Application>Microsoft Macintosh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7</cp:revision>
  <dcterms:created xsi:type="dcterms:W3CDTF">2014-07-29T01:30:00Z</dcterms:created>
  <dcterms:modified xsi:type="dcterms:W3CDTF">2014-07-29T13:10:00Z</dcterms:modified>
</cp:coreProperties>
</file>